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B743B1" w14:textId="77777777" w:rsidR="008D248E" w:rsidRDefault="008D248E" w:rsidP="00322331">
      <w:r>
        <w:t>Name: ______________________________</w:t>
      </w:r>
      <w:r>
        <w:tab/>
      </w:r>
      <w:r>
        <w:tab/>
        <w:t>Period: ________</w:t>
      </w:r>
      <w:r>
        <w:tab/>
        <w:t>Date: _____________</w:t>
      </w:r>
    </w:p>
    <w:p w14:paraId="05AC8577" w14:textId="77777777" w:rsidR="00322331" w:rsidRPr="00322331" w:rsidRDefault="00322331" w:rsidP="00322331"/>
    <w:p w14:paraId="4688E77E" w14:textId="77777777" w:rsidR="00322331" w:rsidRPr="008D248E" w:rsidRDefault="00322331" w:rsidP="0032233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Atomic Radius </w:t>
      </w:r>
      <w:r>
        <w:rPr>
          <w:b/>
          <w:sz w:val="44"/>
          <w:szCs w:val="44"/>
        </w:rPr>
        <w:t>Practice Problems</w:t>
      </w:r>
    </w:p>
    <w:p w14:paraId="0D25AEA2" w14:textId="77777777" w:rsidR="00322331" w:rsidRDefault="00322331" w:rsidP="00322331"/>
    <w:p w14:paraId="79A938DE" w14:textId="77777777" w:rsidR="00322331" w:rsidRPr="00793184" w:rsidRDefault="00322331" w:rsidP="00322331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A</w:t>
      </w:r>
      <w:r w:rsidRPr="00772852">
        <w:rPr>
          <w:rFonts w:ascii="Calibri" w:hAnsi="Calibri"/>
        </w:rPr>
        <w:t>rrange the following sets of elements in order of increasing atomic radius.</w:t>
      </w:r>
    </w:p>
    <w:p w14:paraId="6BF78971" w14:textId="77777777" w:rsidR="00322331" w:rsidRPr="00772852" w:rsidRDefault="00322331" w:rsidP="00322331">
      <w:pPr>
        <w:pStyle w:val="NoSpacing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r w:rsidRPr="00772852">
        <w:rPr>
          <w:rFonts w:ascii="Calibri" w:hAnsi="Calibri"/>
          <w:sz w:val="24"/>
          <w:szCs w:val="24"/>
        </w:rPr>
        <w:t>N, C, O, F ____________________________</w:t>
      </w:r>
    </w:p>
    <w:p w14:paraId="1260AA5E" w14:textId="77777777" w:rsidR="00322331" w:rsidRPr="00772852" w:rsidRDefault="00322331" w:rsidP="00322331">
      <w:pPr>
        <w:pStyle w:val="NoSpacing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r w:rsidRPr="00772852">
        <w:rPr>
          <w:rFonts w:ascii="Calibri" w:hAnsi="Calibri"/>
          <w:sz w:val="24"/>
          <w:szCs w:val="24"/>
        </w:rPr>
        <w:t>F, Cl, Br, I ____________________________</w:t>
      </w:r>
    </w:p>
    <w:p w14:paraId="2174846F" w14:textId="77777777" w:rsidR="00322331" w:rsidRPr="00772852" w:rsidRDefault="00322331" w:rsidP="00322331">
      <w:pPr>
        <w:pStyle w:val="NoSpacing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proofErr w:type="spellStart"/>
      <w:r w:rsidRPr="00772852">
        <w:rPr>
          <w:rFonts w:ascii="Calibri" w:hAnsi="Calibri"/>
          <w:sz w:val="24"/>
          <w:szCs w:val="24"/>
        </w:rPr>
        <w:t>Rb</w:t>
      </w:r>
      <w:proofErr w:type="spellEnd"/>
      <w:r w:rsidRPr="00772852">
        <w:rPr>
          <w:rFonts w:ascii="Calibri" w:hAnsi="Calibri"/>
          <w:sz w:val="24"/>
          <w:szCs w:val="24"/>
        </w:rPr>
        <w:t>, P, As, Co ____________________________</w:t>
      </w:r>
    </w:p>
    <w:p w14:paraId="0E095737" w14:textId="77777777" w:rsidR="00322331" w:rsidRPr="00772852" w:rsidRDefault="00322331" w:rsidP="00322331">
      <w:pPr>
        <w:pStyle w:val="NoSpacing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r w:rsidRPr="00772852">
        <w:rPr>
          <w:rFonts w:ascii="Calibri" w:hAnsi="Calibri"/>
          <w:sz w:val="24"/>
          <w:szCs w:val="24"/>
        </w:rPr>
        <w:t xml:space="preserve">Mg, Si, </w:t>
      </w:r>
      <w:proofErr w:type="spellStart"/>
      <w:proofErr w:type="gramStart"/>
      <w:r w:rsidRPr="00772852">
        <w:rPr>
          <w:rFonts w:ascii="Calibri" w:hAnsi="Calibri"/>
          <w:sz w:val="24"/>
          <w:szCs w:val="24"/>
        </w:rPr>
        <w:t>Ar</w:t>
      </w:r>
      <w:proofErr w:type="spellEnd"/>
      <w:r w:rsidRPr="00772852">
        <w:rPr>
          <w:rFonts w:ascii="Calibri" w:hAnsi="Calibri"/>
          <w:sz w:val="24"/>
          <w:szCs w:val="24"/>
        </w:rPr>
        <w:t xml:space="preserve">  _</w:t>
      </w:r>
      <w:proofErr w:type="gramEnd"/>
      <w:r w:rsidRPr="00772852">
        <w:rPr>
          <w:rFonts w:ascii="Calibri" w:hAnsi="Calibri"/>
          <w:sz w:val="24"/>
          <w:szCs w:val="24"/>
        </w:rPr>
        <w:t>___________________________</w:t>
      </w:r>
    </w:p>
    <w:p w14:paraId="176397FF" w14:textId="77777777" w:rsidR="00322331" w:rsidRPr="00793184" w:rsidRDefault="00322331" w:rsidP="00322331">
      <w:pPr>
        <w:pStyle w:val="NoSpacing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r w:rsidRPr="00772852">
        <w:rPr>
          <w:rFonts w:ascii="Calibri" w:hAnsi="Calibri"/>
          <w:sz w:val="24"/>
          <w:szCs w:val="24"/>
        </w:rPr>
        <w:t>N, As, Bi ____________________________</w:t>
      </w:r>
    </w:p>
    <w:p w14:paraId="62CAE242" w14:textId="77777777" w:rsidR="00322331" w:rsidRPr="00772852" w:rsidRDefault="00322331" w:rsidP="00322331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/>
        </w:rPr>
      </w:pPr>
      <w:r w:rsidRPr="00772852">
        <w:rPr>
          <w:rFonts w:ascii="Calibri" w:hAnsi="Calibri"/>
        </w:rPr>
        <w:t xml:space="preserve">What makes </w:t>
      </w:r>
      <w:r>
        <w:rPr>
          <w:rFonts w:ascii="Calibri" w:hAnsi="Calibri"/>
        </w:rPr>
        <w:t>a</w:t>
      </w:r>
      <w:r w:rsidRPr="00772852">
        <w:rPr>
          <w:rFonts w:ascii="Calibri" w:hAnsi="Calibri"/>
        </w:rPr>
        <w:t xml:space="preserve"> sodium atom different from </w:t>
      </w:r>
      <w:r>
        <w:rPr>
          <w:rFonts w:ascii="Calibri" w:hAnsi="Calibri"/>
        </w:rPr>
        <w:t>a</w:t>
      </w:r>
      <w:r w:rsidRPr="00772852">
        <w:rPr>
          <w:rFonts w:ascii="Calibri" w:hAnsi="Calibri"/>
        </w:rPr>
        <w:t xml:space="preserve"> magnesium atom?</w:t>
      </w:r>
    </w:p>
    <w:p w14:paraId="1C56E8E7" w14:textId="77777777" w:rsidR="00322331" w:rsidRDefault="00322331" w:rsidP="00322331">
      <w:pPr>
        <w:spacing w:line="276" w:lineRule="auto"/>
        <w:rPr>
          <w:rFonts w:ascii="Calibri" w:hAnsi="Calibri"/>
        </w:rPr>
      </w:pPr>
    </w:p>
    <w:p w14:paraId="4D31A11C" w14:textId="77777777" w:rsidR="00322331" w:rsidRDefault="00322331" w:rsidP="00322331">
      <w:pPr>
        <w:spacing w:line="276" w:lineRule="auto"/>
        <w:rPr>
          <w:rFonts w:ascii="Calibri" w:hAnsi="Calibri"/>
        </w:rPr>
      </w:pPr>
    </w:p>
    <w:p w14:paraId="03FE9C0C" w14:textId="77777777" w:rsidR="00322331" w:rsidRDefault="00322331" w:rsidP="00322331">
      <w:pPr>
        <w:spacing w:line="276" w:lineRule="auto"/>
        <w:rPr>
          <w:rFonts w:ascii="Calibri" w:hAnsi="Calibri"/>
        </w:rPr>
      </w:pPr>
    </w:p>
    <w:p w14:paraId="59B528E9" w14:textId="77777777" w:rsidR="00322331" w:rsidRDefault="00322331" w:rsidP="00322331">
      <w:pPr>
        <w:spacing w:line="276" w:lineRule="auto"/>
        <w:rPr>
          <w:rFonts w:ascii="Calibri" w:hAnsi="Calibri"/>
        </w:rPr>
      </w:pPr>
    </w:p>
    <w:p w14:paraId="15EF6776" w14:textId="77777777" w:rsidR="00322331" w:rsidRPr="00772852" w:rsidRDefault="00322331" w:rsidP="00322331">
      <w:pPr>
        <w:spacing w:line="276" w:lineRule="auto"/>
        <w:rPr>
          <w:rFonts w:ascii="Calibri" w:hAnsi="Calibri"/>
        </w:rPr>
      </w:pPr>
    </w:p>
    <w:p w14:paraId="1C60D42A" w14:textId="77777777" w:rsidR="00322331" w:rsidRDefault="00322331" w:rsidP="00322331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/>
        </w:rPr>
      </w:pPr>
      <w:r w:rsidRPr="00772852">
        <w:rPr>
          <w:rFonts w:ascii="Calibri" w:hAnsi="Calibri"/>
        </w:rPr>
        <w:t>Explain why the Neon atom is the smallest atom in the 2</w:t>
      </w:r>
      <w:r w:rsidRPr="00772852">
        <w:rPr>
          <w:rFonts w:ascii="Calibri" w:hAnsi="Calibri"/>
          <w:vertAlign w:val="superscript"/>
        </w:rPr>
        <w:t>nd</w:t>
      </w:r>
      <w:r w:rsidRPr="00772852">
        <w:rPr>
          <w:rFonts w:ascii="Calibri" w:hAnsi="Calibri"/>
        </w:rPr>
        <w:t xml:space="preserve"> energy level</w:t>
      </w:r>
      <w:r>
        <w:rPr>
          <w:rFonts w:ascii="Calibri" w:hAnsi="Calibri"/>
        </w:rPr>
        <w:t>.</w:t>
      </w:r>
    </w:p>
    <w:p w14:paraId="49B80EDF" w14:textId="77777777" w:rsidR="00322331" w:rsidRDefault="00322331" w:rsidP="00322331">
      <w:pPr>
        <w:spacing w:line="276" w:lineRule="auto"/>
        <w:rPr>
          <w:rFonts w:ascii="Calibri" w:hAnsi="Calibri"/>
        </w:rPr>
      </w:pPr>
    </w:p>
    <w:p w14:paraId="351F6305" w14:textId="77777777" w:rsidR="00322331" w:rsidRPr="00772852" w:rsidRDefault="00322331" w:rsidP="00322331">
      <w:pPr>
        <w:spacing w:line="276" w:lineRule="auto"/>
        <w:rPr>
          <w:rFonts w:ascii="Calibri" w:hAnsi="Calibri"/>
        </w:rPr>
      </w:pPr>
      <w:r w:rsidRPr="00772852">
        <w:rPr>
          <w:rFonts w:ascii="Calibri" w:hAnsi="Calibri"/>
        </w:rPr>
        <w:t xml:space="preserve"> </w:t>
      </w:r>
    </w:p>
    <w:p w14:paraId="102680C6" w14:textId="77777777" w:rsidR="00322331" w:rsidRDefault="00322331" w:rsidP="00322331">
      <w:pPr>
        <w:spacing w:line="276" w:lineRule="auto"/>
        <w:rPr>
          <w:rFonts w:ascii="Calibri" w:hAnsi="Calibri"/>
        </w:rPr>
      </w:pPr>
    </w:p>
    <w:p w14:paraId="3026EA1F" w14:textId="77777777" w:rsidR="00322331" w:rsidRDefault="00322331" w:rsidP="00322331">
      <w:pPr>
        <w:spacing w:line="276" w:lineRule="auto"/>
        <w:rPr>
          <w:rFonts w:ascii="Calibri" w:hAnsi="Calibri"/>
        </w:rPr>
      </w:pPr>
    </w:p>
    <w:p w14:paraId="5FF077F5" w14:textId="77777777" w:rsidR="00322331" w:rsidRPr="00772852" w:rsidRDefault="00322331" w:rsidP="00322331">
      <w:pPr>
        <w:spacing w:line="276" w:lineRule="auto"/>
        <w:rPr>
          <w:rFonts w:ascii="Calibri" w:hAnsi="Calibri"/>
        </w:rPr>
      </w:pPr>
    </w:p>
    <w:p w14:paraId="2736E3E6" w14:textId="77777777" w:rsidR="00322331" w:rsidRPr="00772852" w:rsidRDefault="00322331" w:rsidP="00322331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/>
        </w:rPr>
      </w:pPr>
      <w:r w:rsidRPr="00772852">
        <w:rPr>
          <w:rFonts w:ascii="Calibri" w:hAnsi="Calibri"/>
        </w:rPr>
        <w:t>Explain why the atomic radii of Helium and Neon are so close when considering Neon has 1 more energy level.</w:t>
      </w:r>
    </w:p>
    <w:p w14:paraId="7FD1A5A0" w14:textId="77777777" w:rsidR="00322331" w:rsidRDefault="00322331" w:rsidP="00322331">
      <w:pPr>
        <w:spacing w:line="276" w:lineRule="auto"/>
        <w:jc w:val="center"/>
      </w:pPr>
    </w:p>
    <w:p w14:paraId="28CBD85F" w14:textId="77777777" w:rsidR="00322331" w:rsidRDefault="00322331" w:rsidP="00322331">
      <w:pPr>
        <w:spacing w:line="276" w:lineRule="auto"/>
        <w:jc w:val="center"/>
      </w:pPr>
    </w:p>
    <w:p w14:paraId="2F38880F" w14:textId="77777777" w:rsidR="00322331" w:rsidRDefault="00322331" w:rsidP="00322331">
      <w:pPr>
        <w:spacing w:line="276" w:lineRule="auto"/>
        <w:jc w:val="center"/>
      </w:pPr>
    </w:p>
    <w:p w14:paraId="26C86F3B" w14:textId="77777777" w:rsidR="00322331" w:rsidRDefault="00322331" w:rsidP="00322331">
      <w:pPr>
        <w:spacing w:line="276" w:lineRule="auto"/>
        <w:jc w:val="center"/>
      </w:pPr>
    </w:p>
    <w:p w14:paraId="726004B8" w14:textId="77777777" w:rsidR="00322331" w:rsidRDefault="00322331" w:rsidP="00322331">
      <w:pPr>
        <w:spacing w:line="276" w:lineRule="auto"/>
        <w:jc w:val="center"/>
      </w:pPr>
    </w:p>
    <w:p w14:paraId="68A20253" w14:textId="77777777" w:rsidR="00322331" w:rsidRDefault="00322331" w:rsidP="00322331">
      <w:pPr>
        <w:spacing w:line="276" w:lineRule="auto"/>
      </w:pPr>
    </w:p>
    <w:p w14:paraId="2A40112E" w14:textId="77777777" w:rsidR="00322331" w:rsidRDefault="00322331" w:rsidP="00322331">
      <w:pPr>
        <w:pStyle w:val="ListParagraph"/>
        <w:numPr>
          <w:ilvl w:val="0"/>
          <w:numId w:val="2"/>
        </w:numPr>
        <w:spacing w:line="276" w:lineRule="auto"/>
      </w:pPr>
      <w:r>
        <w:t>Which of the following has the largest atomic radius?</w:t>
      </w:r>
    </w:p>
    <w:p w14:paraId="76DFE22E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  <w:sectPr w:rsidR="00322331" w:rsidSect="00A66773">
          <w:pgSz w:w="12240" w:h="15840"/>
          <w:pgMar w:top="720" w:right="1440" w:bottom="1080" w:left="1440" w:header="720" w:footer="720" w:gutter="0"/>
          <w:cols w:space="720"/>
          <w:docGrid w:linePitch="360"/>
        </w:sectPr>
      </w:pPr>
    </w:p>
    <w:p w14:paraId="05F50210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lastRenderedPageBreak/>
        <w:t>K</w:t>
      </w:r>
    </w:p>
    <w:p w14:paraId="235CE353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Be</w:t>
      </w:r>
    </w:p>
    <w:p w14:paraId="3D89B3E1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Na</w:t>
      </w:r>
    </w:p>
    <w:p w14:paraId="66C69893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Mg</w:t>
      </w:r>
    </w:p>
    <w:p w14:paraId="6BD8376F" w14:textId="77777777" w:rsidR="00322331" w:rsidRDefault="00322331" w:rsidP="00322331">
      <w:pPr>
        <w:spacing w:line="276" w:lineRule="auto"/>
      </w:pPr>
    </w:p>
    <w:p w14:paraId="60D39D13" w14:textId="77777777" w:rsidR="00322331" w:rsidRDefault="00322331" w:rsidP="00322331">
      <w:pPr>
        <w:spacing w:line="276" w:lineRule="auto"/>
      </w:pPr>
    </w:p>
    <w:p w14:paraId="313DD691" w14:textId="77777777" w:rsidR="00322331" w:rsidRDefault="00322331" w:rsidP="00322331">
      <w:pPr>
        <w:spacing w:line="276" w:lineRule="auto"/>
        <w:sectPr w:rsidR="00322331" w:rsidSect="00A66773">
          <w:type w:val="continuous"/>
          <w:pgSz w:w="12240" w:h="15840"/>
          <w:pgMar w:top="720" w:right="1440" w:bottom="1080" w:left="1440" w:header="720" w:footer="720" w:gutter="0"/>
          <w:cols w:space="720"/>
          <w:docGrid w:linePitch="360"/>
        </w:sectPr>
      </w:pPr>
    </w:p>
    <w:p w14:paraId="2C5D4B66" w14:textId="77777777" w:rsidR="00322331" w:rsidRDefault="00322331" w:rsidP="00322331">
      <w:pPr>
        <w:pStyle w:val="ListParagraph"/>
        <w:numPr>
          <w:ilvl w:val="0"/>
          <w:numId w:val="2"/>
        </w:numPr>
        <w:spacing w:line="276" w:lineRule="auto"/>
      </w:pPr>
      <w:r>
        <w:lastRenderedPageBreak/>
        <w:t>Which of the following has the smallest atomic radius?</w:t>
      </w:r>
    </w:p>
    <w:p w14:paraId="12224FEA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  <w:sectPr w:rsidR="00322331" w:rsidSect="00A66773">
          <w:type w:val="continuous"/>
          <w:pgSz w:w="12240" w:h="15840"/>
          <w:pgMar w:top="720" w:right="1440" w:bottom="1080" w:left="1440" w:header="720" w:footer="720" w:gutter="0"/>
          <w:cols w:space="720"/>
          <w:docGrid w:linePitch="360"/>
        </w:sectPr>
      </w:pPr>
    </w:p>
    <w:p w14:paraId="49607EE7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F</w:t>
      </w:r>
    </w:p>
    <w:p w14:paraId="15F134EB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N</w:t>
      </w:r>
    </w:p>
    <w:p w14:paraId="6187DC68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B</w:t>
      </w:r>
    </w:p>
    <w:p w14:paraId="341F7519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Al</w:t>
      </w:r>
    </w:p>
    <w:p w14:paraId="35DC0877" w14:textId="77777777" w:rsidR="00322331" w:rsidRDefault="00322331" w:rsidP="00322331">
      <w:pPr>
        <w:spacing w:line="276" w:lineRule="auto"/>
      </w:pPr>
    </w:p>
    <w:p w14:paraId="553D828A" w14:textId="77777777" w:rsidR="00322331" w:rsidRDefault="00322331" w:rsidP="00322331">
      <w:pPr>
        <w:spacing w:line="276" w:lineRule="auto"/>
        <w:sectPr w:rsidR="00322331" w:rsidSect="00A66773">
          <w:type w:val="continuous"/>
          <w:pgSz w:w="12240" w:h="15840"/>
          <w:pgMar w:top="720" w:right="1440" w:bottom="1080" w:left="1440" w:header="720" w:footer="720" w:gutter="0"/>
          <w:cols w:space="720"/>
          <w:docGrid w:linePitch="360"/>
        </w:sectPr>
      </w:pPr>
    </w:p>
    <w:p w14:paraId="33C5C2A6" w14:textId="77777777" w:rsidR="00322331" w:rsidRDefault="00322331" w:rsidP="00322331">
      <w:pPr>
        <w:pStyle w:val="ListParagraph"/>
        <w:numPr>
          <w:ilvl w:val="0"/>
          <w:numId w:val="2"/>
        </w:numPr>
        <w:spacing w:line="276" w:lineRule="auto"/>
      </w:pPr>
      <w:r>
        <w:t>Which group contains the elements with the smallest radii on the periodic table?</w:t>
      </w:r>
    </w:p>
    <w:p w14:paraId="44C91DF7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  <w:sectPr w:rsidR="00322331" w:rsidSect="00A66773">
          <w:type w:val="continuous"/>
          <w:pgSz w:w="12240" w:h="15840"/>
          <w:pgMar w:top="720" w:right="1440" w:bottom="1080" w:left="1440" w:header="720" w:footer="720" w:gutter="0"/>
          <w:cols w:space="720"/>
          <w:docGrid w:linePitch="360"/>
        </w:sectPr>
      </w:pPr>
    </w:p>
    <w:p w14:paraId="728F6764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Halogens</w:t>
      </w:r>
    </w:p>
    <w:p w14:paraId="027E5F4B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Alkali metals</w:t>
      </w:r>
    </w:p>
    <w:p w14:paraId="451A6C61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Noble gases</w:t>
      </w:r>
    </w:p>
    <w:p w14:paraId="21BC9E8F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Alkaline earth metals</w:t>
      </w:r>
    </w:p>
    <w:p w14:paraId="5C1B8BD8" w14:textId="77777777" w:rsidR="00322331" w:rsidRDefault="00322331" w:rsidP="00322331">
      <w:pPr>
        <w:spacing w:line="276" w:lineRule="auto"/>
      </w:pPr>
    </w:p>
    <w:p w14:paraId="27D0CAA4" w14:textId="77777777" w:rsidR="00322331" w:rsidRDefault="00322331" w:rsidP="00322331">
      <w:pPr>
        <w:spacing w:line="276" w:lineRule="auto"/>
        <w:sectPr w:rsidR="00322331" w:rsidSect="00A66773">
          <w:type w:val="continuous"/>
          <w:pgSz w:w="12240" w:h="15840"/>
          <w:pgMar w:top="720" w:right="1440" w:bottom="1080" w:left="1440" w:header="720" w:footer="720" w:gutter="0"/>
          <w:cols w:space="720"/>
          <w:docGrid w:linePitch="360"/>
        </w:sectPr>
      </w:pPr>
    </w:p>
    <w:p w14:paraId="0FFAC202" w14:textId="77777777" w:rsidR="00322331" w:rsidRDefault="00322331" w:rsidP="00322331">
      <w:pPr>
        <w:pStyle w:val="ListParagraph"/>
        <w:numPr>
          <w:ilvl w:val="0"/>
          <w:numId w:val="2"/>
        </w:numPr>
        <w:spacing w:line="276" w:lineRule="auto"/>
      </w:pPr>
      <w:r>
        <w:t>Which of the noble gases has the smallest atomic radius?</w:t>
      </w:r>
    </w:p>
    <w:p w14:paraId="21F184B2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  <w:sectPr w:rsidR="00322331" w:rsidSect="00A66773">
          <w:type w:val="continuous"/>
          <w:pgSz w:w="12240" w:h="15840"/>
          <w:pgMar w:top="720" w:right="1440" w:bottom="1080" w:left="1440" w:header="720" w:footer="720" w:gutter="0"/>
          <w:cols w:space="720"/>
          <w:docGrid w:linePitch="360"/>
        </w:sectPr>
      </w:pPr>
    </w:p>
    <w:p w14:paraId="497C5C75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F</w:t>
      </w:r>
    </w:p>
    <w:p w14:paraId="42F3CC65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He</w:t>
      </w:r>
    </w:p>
    <w:p w14:paraId="1DF51B01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At</w:t>
      </w:r>
    </w:p>
    <w:p w14:paraId="5F19C6CF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Rn</w:t>
      </w:r>
    </w:p>
    <w:p w14:paraId="7AECDE0B" w14:textId="77777777" w:rsidR="00322331" w:rsidRDefault="00322331" w:rsidP="00322331">
      <w:pPr>
        <w:spacing w:line="276" w:lineRule="auto"/>
      </w:pPr>
    </w:p>
    <w:p w14:paraId="6C0F4CF2" w14:textId="77777777" w:rsidR="00322331" w:rsidRDefault="00322331" w:rsidP="00322331">
      <w:pPr>
        <w:spacing w:line="276" w:lineRule="auto"/>
        <w:sectPr w:rsidR="00322331" w:rsidSect="00A66773">
          <w:type w:val="continuous"/>
          <w:pgSz w:w="12240" w:h="15840"/>
          <w:pgMar w:top="720" w:right="1440" w:bottom="1080" w:left="1440" w:header="720" w:footer="720" w:gutter="0"/>
          <w:cols w:space="720"/>
          <w:docGrid w:linePitch="360"/>
        </w:sectPr>
      </w:pPr>
    </w:p>
    <w:p w14:paraId="2207D0FC" w14:textId="77777777" w:rsidR="00322331" w:rsidRDefault="00322331" w:rsidP="00322331">
      <w:pPr>
        <w:pStyle w:val="ListParagraph"/>
        <w:numPr>
          <w:ilvl w:val="0"/>
          <w:numId w:val="2"/>
        </w:numPr>
        <w:spacing w:line="276" w:lineRule="auto"/>
      </w:pPr>
      <w:r>
        <w:t>Which of the following is an accurate statement?</w:t>
      </w:r>
    </w:p>
    <w:p w14:paraId="20E90AC5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Na is bigger than Mg</w:t>
      </w:r>
    </w:p>
    <w:p w14:paraId="274EFC63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Atomic radius decreases across a period because there are less protons as you go across</w:t>
      </w:r>
    </w:p>
    <w:p w14:paraId="1C352D1F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There are no differences in the periodic table regarding atomic radius</w:t>
      </w:r>
    </w:p>
    <w:p w14:paraId="3F10B8DB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N is smaller than Fr</w:t>
      </w:r>
    </w:p>
    <w:p w14:paraId="7F90850B" w14:textId="77777777" w:rsidR="00322331" w:rsidRDefault="00322331" w:rsidP="00322331">
      <w:pPr>
        <w:pStyle w:val="ListParagraph"/>
        <w:spacing w:line="276" w:lineRule="auto"/>
      </w:pPr>
    </w:p>
    <w:p w14:paraId="664CEEE1" w14:textId="77777777" w:rsidR="00322331" w:rsidRDefault="00322331" w:rsidP="00322331">
      <w:pPr>
        <w:pStyle w:val="ListParagraph"/>
        <w:numPr>
          <w:ilvl w:val="0"/>
          <w:numId w:val="2"/>
        </w:numPr>
        <w:spacing w:line="276" w:lineRule="auto"/>
      </w:pPr>
      <w:r>
        <w:t xml:space="preserve">Order the following elements from biggest </w:t>
      </w:r>
      <w:proofErr w:type="gramStart"/>
      <w:r>
        <w:t>to</w:t>
      </w:r>
      <w:proofErr w:type="gramEnd"/>
      <w:r>
        <w:t xml:space="preserve"> smallest: </w:t>
      </w:r>
      <w:proofErr w:type="spellStart"/>
      <w:r>
        <w:t>Ti</w:t>
      </w:r>
      <w:proofErr w:type="spellEnd"/>
      <w:r>
        <w:t>, Cr, K, Ge</w:t>
      </w:r>
    </w:p>
    <w:p w14:paraId="30751F8E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  <w:sectPr w:rsidR="00322331" w:rsidSect="00A66773">
          <w:type w:val="continuous"/>
          <w:pgSz w:w="12240" w:h="15840"/>
          <w:pgMar w:top="720" w:right="1440" w:bottom="1080" w:left="1440" w:header="720" w:footer="720" w:gutter="0"/>
          <w:cols w:space="720"/>
          <w:docGrid w:linePitch="360"/>
        </w:sectPr>
      </w:pPr>
    </w:p>
    <w:p w14:paraId="1848610E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 xml:space="preserve">K, </w:t>
      </w:r>
      <w:proofErr w:type="spellStart"/>
      <w:r>
        <w:t>Ti</w:t>
      </w:r>
      <w:proofErr w:type="spellEnd"/>
      <w:r>
        <w:t>, Ge, Cr</w:t>
      </w:r>
    </w:p>
    <w:p w14:paraId="2BC02117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 xml:space="preserve">Ge, Cr, </w:t>
      </w:r>
      <w:proofErr w:type="spellStart"/>
      <w:r>
        <w:t>Ti</w:t>
      </w:r>
      <w:proofErr w:type="spellEnd"/>
      <w:r>
        <w:t>, K</w:t>
      </w:r>
    </w:p>
    <w:p w14:paraId="04C24261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 xml:space="preserve">K, </w:t>
      </w:r>
      <w:proofErr w:type="spellStart"/>
      <w:r>
        <w:t>Ti</w:t>
      </w:r>
      <w:proofErr w:type="spellEnd"/>
      <w:r>
        <w:t>, Cr, Ge</w:t>
      </w:r>
    </w:p>
    <w:p w14:paraId="2B79409B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proofErr w:type="spellStart"/>
      <w:r>
        <w:t>Ti</w:t>
      </w:r>
      <w:proofErr w:type="spellEnd"/>
      <w:r>
        <w:t>, Cr, Ge, K</w:t>
      </w:r>
    </w:p>
    <w:p w14:paraId="65B04B14" w14:textId="77777777" w:rsidR="00322331" w:rsidRDefault="00322331" w:rsidP="00322331">
      <w:pPr>
        <w:pStyle w:val="ListParagraph"/>
        <w:numPr>
          <w:ilvl w:val="0"/>
          <w:numId w:val="2"/>
        </w:numPr>
        <w:spacing w:line="276" w:lineRule="auto"/>
        <w:sectPr w:rsidR="00322331" w:rsidSect="00A66773">
          <w:type w:val="continuous"/>
          <w:pgSz w:w="12240" w:h="15840"/>
          <w:pgMar w:top="720" w:right="1440" w:bottom="1080" w:left="1440" w:header="720" w:footer="720" w:gutter="0"/>
          <w:cols w:space="720"/>
          <w:docGrid w:linePitch="360"/>
        </w:sectPr>
      </w:pPr>
    </w:p>
    <w:p w14:paraId="373D3720" w14:textId="77777777" w:rsidR="00322331" w:rsidRDefault="00322331" w:rsidP="00322331">
      <w:pPr>
        <w:pStyle w:val="ListParagraph"/>
        <w:numPr>
          <w:ilvl w:val="0"/>
          <w:numId w:val="2"/>
        </w:numPr>
        <w:spacing w:line="276" w:lineRule="auto"/>
      </w:pPr>
      <w:r>
        <w:t>Which of the following is the correct definition for atomic radius?</w:t>
      </w:r>
    </w:p>
    <w:p w14:paraId="42789FF1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Half the distance between the nuclei of two bonded atoms</w:t>
      </w:r>
    </w:p>
    <w:p w14:paraId="289CA7CF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Measured on the Pauling scale</w:t>
      </w:r>
    </w:p>
    <w:p w14:paraId="1CDE8013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Measured in micrometers</w:t>
      </w:r>
    </w:p>
    <w:p w14:paraId="1EE42482" w14:textId="77777777" w:rsidR="00322331" w:rsidRDefault="00322331" w:rsidP="00322331">
      <w:pPr>
        <w:pStyle w:val="ListParagraph"/>
        <w:numPr>
          <w:ilvl w:val="1"/>
          <w:numId w:val="2"/>
        </w:numPr>
        <w:spacing w:line="276" w:lineRule="auto"/>
      </w:pPr>
      <w:r>
        <w:t>Atomic radius is the distance between the nuclei of two bonded atoms</w:t>
      </w:r>
    </w:p>
    <w:p w14:paraId="31594D45" w14:textId="77777777" w:rsidR="00322331" w:rsidRDefault="00322331" w:rsidP="00322331">
      <w:pPr>
        <w:spacing w:line="276" w:lineRule="auto"/>
      </w:pPr>
    </w:p>
    <w:p w14:paraId="49F612D4" w14:textId="77777777" w:rsidR="00322331" w:rsidRDefault="00322331" w:rsidP="00322331">
      <w:pPr>
        <w:spacing w:line="276" w:lineRule="auto"/>
      </w:pPr>
    </w:p>
    <w:p w14:paraId="003D22CA" w14:textId="77777777" w:rsidR="00322331" w:rsidRPr="00563E30" w:rsidRDefault="00322331" w:rsidP="00322331">
      <w:pPr>
        <w:jc w:val="center"/>
        <w:rPr>
          <w:b/>
          <w:sz w:val="36"/>
          <w:szCs w:val="36"/>
          <w:u w:val="single"/>
        </w:rPr>
      </w:pPr>
      <w:r w:rsidRPr="00563E30">
        <w:rPr>
          <w:b/>
          <w:sz w:val="36"/>
          <w:szCs w:val="36"/>
          <w:u w:val="single"/>
        </w:rPr>
        <w:t>PERIODIC TABLE PUZZLE</w:t>
      </w:r>
    </w:p>
    <w:p w14:paraId="446C55B5" w14:textId="77777777" w:rsidR="00322331" w:rsidRPr="00563E30" w:rsidRDefault="00322331" w:rsidP="00322331">
      <w:pPr>
        <w:jc w:val="center"/>
        <w:rPr>
          <w:b/>
          <w:sz w:val="36"/>
          <w:szCs w:val="36"/>
        </w:rPr>
      </w:pPr>
    </w:p>
    <w:p w14:paraId="0B20CEAF" w14:textId="77777777" w:rsidR="00322331" w:rsidRDefault="00322331" w:rsidP="00322331">
      <w:pPr>
        <w:jc w:val="center"/>
      </w:pPr>
      <w:r>
        <w:rPr>
          <w:noProof/>
        </w:rPr>
        <w:drawing>
          <wp:inline distT="0" distB="0" distL="0" distR="0" wp14:anchorId="09859878" wp14:editId="6536F933">
            <wp:extent cx="4051935" cy="2675316"/>
            <wp:effectExtent l="0" t="0" r="12065" b="0"/>
            <wp:docPr id="2" name="Picture 2" descr="/var/folders/zt/d1hbnr5x0x51dr1gtt_xwm3h0000gn/T/com.skitch.skitch/DMD54B0A0DB-2AB5-456C-B18B-39B5D9FAAD0D/https___dl_dropboxusercontent_com_u_17636064_Chemistry_2012_Unit_5_Periodic_Table_Activities_periodic_table_investigation_pd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var/folders/zt/d1hbnr5x0x51dr1gtt_xwm3h0000gn/T/com.skitch.skitch/DMD54B0A0DB-2AB5-456C-B18B-39B5D9FAAD0D/https___dl_dropboxusercontent_com_u_17636064_Chemistry_2012_Unit_5_Periodic_Table_Activities_periodic_table_investigation_pdf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2558" cy="268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5CDD8" w14:textId="77777777" w:rsidR="00322331" w:rsidRDefault="00322331" w:rsidP="00322331"/>
    <w:p w14:paraId="67D688C5" w14:textId="77777777" w:rsidR="00322331" w:rsidRDefault="00322331" w:rsidP="00322331"/>
    <w:p w14:paraId="2C49DB56" w14:textId="77777777" w:rsidR="00322331" w:rsidRPr="00563E30" w:rsidRDefault="00322331" w:rsidP="00322331">
      <w:pPr>
        <w:rPr>
          <w:b/>
          <w:i/>
        </w:rPr>
      </w:pPr>
      <w:r w:rsidRPr="00563E30">
        <w:rPr>
          <w:b/>
          <w:i/>
        </w:rPr>
        <w:t>Place the letter of each of the above elements next to its description below.</w:t>
      </w:r>
    </w:p>
    <w:p w14:paraId="2870500E" w14:textId="77777777" w:rsidR="00322331" w:rsidRDefault="00322331" w:rsidP="00322331"/>
    <w:p w14:paraId="77BBEC72" w14:textId="77777777" w:rsidR="00322331" w:rsidRDefault="00322331" w:rsidP="00322331">
      <w:pPr>
        <w:pStyle w:val="ListParagraph"/>
        <w:numPr>
          <w:ilvl w:val="0"/>
          <w:numId w:val="3"/>
        </w:numPr>
        <w:spacing w:line="480" w:lineRule="auto"/>
      </w:pPr>
      <w:r>
        <w:t>_________</w:t>
      </w:r>
      <w:r>
        <w:tab/>
        <w:t>An alkali metal</w:t>
      </w:r>
    </w:p>
    <w:p w14:paraId="7F6AB690" w14:textId="77777777" w:rsidR="00322331" w:rsidRDefault="00322331" w:rsidP="00322331">
      <w:pPr>
        <w:pStyle w:val="ListParagraph"/>
        <w:numPr>
          <w:ilvl w:val="0"/>
          <w:numId w:val="3"/>
        </w:numPr>
        <w:spacing w:line="480" w:lineRule="auto"/>
      </w:pPr>
      <w:r>
        <w:t>_________</w:t>
      </w:r>
      <w:r>
        <w:tab/>
        <w:t>An alkaline earth metal</w:t>
      </w:r>
    </w:p>
    <w:p w14:paraId="3BEABAE8" w14:textId="77777777" w:rsidR="00322331" w:rsidRDefault="00322331" w:rsidP="00322331">
      <w:pPr>
        <w:pStyle w:val="ListParagraph"/>
        <w:numPr>
          <w:ilvl w:val="0"/>
          <w:numId w:val="3"/>
        </w:numPr>
        <w:spacing w:line="480" w:lineRule="auto"/>
      </w:pPr>
      <w:r>
        <w:t>_________</w:t>
      </w:r>
      <w:r>
        <w:tab/>
        <w:t>A nonreactive gas</w:t>
      </w:r>
    </w:p>
    <w:p w14:paraId="37113537" w14:textId="77777777" w:rsidR="00322331" w:rsidRDefault="00322331" w:rsidP="00322331">
      <w:pPr>
        <w:pStyle w:val="ListParagraph"/>
        <w:numPr>
          <w:ilvl w:val="0"/>
          <w:numId w:val="3"/>
        </w:numPr>
        <w:spacing w:line="480" w:lineRule="auto"/>
      </w:pPr>
      <w:r>
        <w:t>_________</w:t>
      </w:r>
      <w:r>
        <w:tab/>
        <w:t>A reactive nonmetal</w:t>
      </w:r>
    </w:p>
    <w:p w14:paraId="2A335E24" w14:textId="77777777" w:rsidR="00322331" w:rsidRDefault="00322331" w:rsidP="00322331">
      <w:pPr>
        <w:pStyle w:val="ListParagraph"/>
        <w:numPr>
          <w:ilvl w:val="0"/>
          <w:numId w:val="3"/>
        </w:numPr>
        <w:spacing w:line="480" w:lineRule="auto"/>
      </w:pPr>
      <w:r>
        <w:t>_________</w:t>
      </w:r>
      <w:r>
        <w:tab/>
        <w:t>An element with metallic and non-metallic properties</w:t>
      </w:r>
    </w:p>
    <w:p w14:paraId="0FAF58C8" w14:textId="77777777" w:rsidR="00322331" w:rsidRDefault="00322331" w:rsidP="00322331">
      <w:pPr>
        <w:pStyle w:val="ListParagraph"/>
        <w:numPr>
          <w:ilvl w:val="0"/>
          <w:numId w:val="3"/>
        </w:numPr>
        <w:spacing w:line="480" w:lineRule="auto"/>
      </w:pPr>
      <w:r>
        <w:t>_________</w:t>
      </w:r>
      <w:r>
        <w:tab/>
        <w:t>A transition metal</w:t>
      </w:r>
    </w:p>
    <w:p w14:paraId="54EDB1FE" w14:textId="77777777" w:rsidR="00322331" w:rsidRDefault="00322331" w:rsidP="00322331">
      <w:pPr>
        <w:pStyle w:val="ListParagraph"/>
        <w:numPr>
          <w:ilvl w:val="0"/>
          <w:numId w:val="3"/>
        </w:numPr>
        <w:spacing w:line="480" w:lineRule="auto"/>
      </w:pPr>
      <w:r>
        <w:t>_________</w:t>
      </w:r>
      <w:r>
        <w:tab/>
        <w:t>An element with a charge of -2</w:t>
      </w:r>
    </w:p>
    <w:p w14:paraId="3DD24619" w14:textId="77777777" w:rsidR="00322331" w:rsidRDefault="00322331" w:rsidP="00322331">
      <w:pPr>
        <w:pStyle w:val="ListParagraph"/>
        <w:numPr>
          <w:ilvl w:val="0"/>
          <w:numId w:val="3"/>
        </w:numPr>
        <w:spacing w:line="480" w:lineRule="auto"/>
      </w:pPr>
      <w:r>
        <w:t>_________</w:t>
      </w:r>
      <w:r>
        <w:tab/>
        <w:t>A metal with a charge of +3</w:t>
      </w:r>
    </w:p>
    <w:p w14:paraId="46D80B57" w14:textId="77777777" w:rsidR="008D248E" w:rsidRDefault="00322331" w:rsidP="00322331">
      <w:pPr>
        <w:pStyle w:val="ListParagraph"/>
        <w:numPr>
          <w:ilvl w:val="0"/>
          <w:numId w:val="3"/>
        </w:numPr>
        <w:spacing w:line="480" w:lineRule="auto"/>
      </w:pPr>
      <w:r>
        <w:t>_________</w:t>
      </w:r>
      <w:r>
        <w:tab/>
        <w:t>A nonmetal with a charge of +1</w:t>
      </w:r>
      <w:bookmarkStart w:id="0" w:name="_GoBack"/>
      <w:bookmarkEnd w:id="0"/>
    </w:p>
    <w:sectPr w:rsidR="008D248E" w:rsidSect="008D248E"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10662"/>
    <w:multiLevelType w:val="hybridMultilevel"/>
    <w:tmpl w:val="291801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17A83"/>
    <w:multiLevelType w:val="hybridMultilevel"/>
    <w:tmpl w:val="775C7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40258"/>
    <w:multiLevelType w:val="hybridMultilevel"/>
    <w:tmpl w:val="4C9A0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331"/>
    <w:rsid w:val="00027BA1"/>
    <w:rsid w:val="00302193"/>
    <w:rsid w:val="00315846"/>
    <w:rsid w:val="00322331"/>
    <w:rsid w:val="003914E3"/>
    <w:rsid w:val="007C1BB9"/>
    <w:rsid w:val="008D248E"/>
    <w:rsid w:val="00B21C4F"/>
    <w:rsid w:val="00B7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AC9B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331"/>
    <w:pPr>
      <w:ind w:left="720"/>
      <w:contextualSpacing/>
    </w:pPr>
  </w:style>
  <w:style w:type="paragraph" w:styleId="NoSpacing">
    <w:name w:val="No Spacing"/>
    <w:uiPriority w:val="1"/>
    <w:qFormat/>
    <w:rsid w:val="0032233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Rachel/Library/Group%20Containers/UBF8T346G9.Office/User%20Content.localized/Templates.localized/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 Doc.dotx</Template>
  <TotalTime>0</TotalTime>
  <Pages>3</Pages>
  <Words>307</Words>
  <Characters>1751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1</cp:revision>
  <cp:lastPrinted>2016-10-26T11:53:00Z</cp:lastPrinted>
  <dcterms:created xsi:type="dcterms:W3CDTF">2016-10-26T11:52:00Z</dcterms:created>
  <dcterms:modified xsi:type="dcterms:W3CDTF">2016-10-26T11:56:00Z</dcterms:modified>
</cp:coreProperties>
</file>